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 od 08.10.2025.docx</dmsv2BaseFileName>
    <dmsv2BaseDisplayName xmlns="http://schemas.microsoft.com/sharepoint/v3">Załącznik nr 6 do SWZ - Wzór umowy powierzenia przetwarzania danych - NOWA od 08.10.2025</dmsv2BaseDisplayName>
    <dmsv2SWPP2ObjectNumber xmlns="http://schemas.microsoft.com/sharepoint/v3">POST/DYS/OLD/GZ/04545/2025                        </dmsv2SWPP2ObjectNumber>
    <dmsv2SWPP2SumMD5 xmlns="http://schemas.microsoft.com/sharepoint/v3">868cc61a23d1729d003c587ad07fe8aa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23997196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JEUP5JKVCYQC-1133723987-11187</_dlc_DocId>
    <_dlc_DocIdUrl xmlns="a19cb1c7-c5c7-46d4-85ae-d83685407bba">
      <Url>https://swpp2.dms.gkpge.pl/sites/41/_layouts/15/DocIdRedir.aspx?ID=JEUP5JKVCYQC-1133723987-11187</Url>
      <Description>JEUP5JKVCYQC-1133723987-11187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5E042E7-7028-499A-A26E-BED2340F2D07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25AC10C-BEDD-4700-B894-AD870736590D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bddbf85a-299b-432d-81bb-376cb1334973</vt:lpwstr>
  </property>
</Properties>
</file>